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40B0B1C8" w:rsidR="00FB52CE" w:rsidRPr="0094350F" w:rsidRDefault="00FB52CE" w:rsidP="00FB258D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746D2C">
        <w:rPr>
          <w:sz w:val="20"/>
        </w:rPr>
        <w:t xml:space="preserve"> </w:t>
      </w:r>
      <w:r w:rsidR="00746D2C" w:rsidRPr="00746D2C">
        <w:rPr>
          <w:sz w:val="20"/>
        </w:rPr>
        <w:t>OO/2/000100/26</w:t>
      </w:r>
      <w:r w:rsidRPr="00FB52CE">
        <w:rPr>
          <w:sz w:val="20"/>
        </w:rPr>
        <w:t>, dotyczące</w:t>
      </w:r>
      <w:r w:rsidR="0097582D" w:rsidRPr="0094350F">
        <w:rPr>
          <w:b/>
          <w:bCs/>
          <w:sz w:val="20"/>
        </w:rPr>
        <w:t xml:space="preserve">: </w:t>
      </w:r>
      <w:r w:rsidR="00746D2C" w:rsidRPr="00746D2C">
        <w:rPr>
          <w:b/>
          <w:bCs/>
          <w:sz w:val="20"/>
        </w:rPr>
        <w:t xml:space="preserve">Nadzór inwestorski nad zadaniem: "Budowa podjazdu wraz z modernizacją rampy załadowczej na magazynie </w:t>
      </w:r>
      <w:proofErr w:type="spellStart"/>
      <w:r w:rsidR="00746D2C" w:rsidRPr="00746D2C">
        <w:rPr>
          <w:b/>
          <w:bCs/>
          <w:sz w:val="20"/>
        </w:rPr>
        <w:t>Kalipsolownia</w:t>
      </w:r>
      <w:proofErr w:type="spellEnd"/>
      <w:r w:rsidR="00746D2C" w:rsidRPr="00746D2C">
        <w:rPr>
          <w:b/>
          <w:bCs/>
          <w:sz w:val="20"/>
        </w:rPr>
        <w:t xml:space="preserve"> w ORLEN OIL Sp. z o.o. w Czechowicach"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6766578C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746D2C" w:rsidRPr="00746D2C">
        <w:rPr>
          <w:sz w:val="20"/>
        </w:rPr>
        <w:t>OO/2/000100/26</w:t>
      </w:r>
      <w:r w:rsidR="00746D2C">
        <w:rPr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3A69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47062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46D2C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4350F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B5437"/>
    <w:rsid w:val="00EC4129"/>
    <w:rsid w:val="00EC57DF"/>
    <w:rsid w:val="00ED0485"/>
    <w:rsid w:val="00EE2786"/>
    <w:rsid w:val="00F07F78"/>
    <w:rsid w:val="00F26B3A"/>
    <w:rsid w:val="00F37F64"/>
    <w:rsid w:val="00F50046"/>
    <w:rsid w:val="00F66AAC"/>
    <w:rsid w:val="00F83ADE"/>
    <w:rsid w:val="00FA05C7"/>
    <w:rsid w:val="00FA0CBD"/>
    <w:rsid w:val="00FB258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9</TotalTime>
  <Pages>1</Pages>
  <Words>96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1145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9</cp:revision>
  <cp:lastPrinted>2018-04-27T07:47:00Z</cp:lastPrinted>
  <dcterms:created xsi:type="dcterms:W3CDTF">2024-08-29T09:42:00Z</dcterms:created>
  <dcterms:modified xsi:type="dcterms:W3CDTF">2026-02-18T11:47:00Z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